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20432B3" w:rsidR="005C6DCE" w:rsidRPr="0080358B" w:rsidRDefault="00F37204"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3720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C3C29C2" w:rsidR="006938F5" w:rsidRDefault="00F37204" w:rsidP="006718D3">
            <w:pPr>
              <w:spacing w:after="0"/>
              <w:jc w:val="left"/>
            </w:pPr>
            <w:r>
              <w:t>RTD.C.3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D4A7433" w:rsidR="006938F5" w:rsidRDefault="00F37204" w:rsidP="006718D3">
            <w:pPr>
              <w:spacing w:after="0"/>
              <w:jc w:val="left"/>
            </w:pPr>
            <w:r>
              <w:t>434857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541BDDE" w:rsidR="4EEB584D" w:rsidRDefault="00F37204"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34F0BFB" w:rsidR="006938F5" w:rsidRDefault="00F3720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5499E2F" w:rsidR="3C2D33B5" w:rsidRDefault="00F37204" w:rsidP="14270372">
            <w:pPr>
              <w:spacing w:after="0"/>
              <w:jc w:val="left"/>
            </w:pPr>
            <w:r>
              <w:t>Brussels</w:t>
            </w:r>
          </w:p>
          <w:p w14:paraId="6B7C1AA9" w14:textId="6F45B56C" w:rsidR="3C2D33B5" w:rsidRDefault="00F37204" w:rsidP="14270372">
            <w:pPr>
              <w:spacing w:after="0"/>
              <w:jc w:val="left"/>
            </w:pPr>
            <w:r>
              <w:t>Bruxelles</w:t>
            </w:r>
          </w:p>
          <w:p w14:paraId="5C918E8F" w14:textId="25FD0DD1" w:rsidR="3C2D33B5" w:rsidRDefault="00F37204"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99A8ED3" w:rsidR="006938F5" w:rsidRDefault="00F37204" w:rsidP="006718D3">
            <w:pPr>
              <w:spacing w:after="0"/>
              <w:jc w:val="left"/>
            </w:pPr>
            <w:r>
              <w:t>With allowances</w:t>
            </w:r>
          </w:p>
          <w:p w14:paraId="02E31856" w14:textId="6005BA36" w:rsidR="006938F5" w:rsidRDefault="00F37204" w:rsidP="006718D3">
            <w:pPr>
              <w:spacing w:after="0"/>
              <w:jc w:val="left"/>
            </w:pPr>
            <w:r>
              <w:t>Avec indemnités</w:t>
            </w:r>
          </w:p>
          <w:p w14:paraId="720FD450" w14:textId="766D01D7" w:rsidR="006938F5" w:rsidRDefault="00F3720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A527470" w:rsidR="006938F5" w:rsidRDefault="00F37204" w:rsidP="006718D3">
            <w:pPr>
              <w:spacing w:after="0"/>
              <w:jc w:val="left"/>
            </w:pPr>
            <w:r>
              <w:t>Member States</w:t>
            </w:r>
          </w:p>
          <w:p w14:paraId="2A7DF233" w14:textId="6345DF2C" w:rsidR="006938F5" w:rsidRDefault="00F37204" w:rsidP="006718D3">
            <w:pPr>
              <w:spacing w:after="0"/>
              <w:jc w:val="left"/>
            </w:pPr>
            <w:r>
              <w:t>États membres</w:t>
            </w:r>
          </w:p>
          <w:p w14:paraId="13C75E2E" w14:textId="3DC0A5F8" w:rsidR="006938F5" w:rsidRDefault="00F3720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34CF225" w:rsidR="006938F5" w:rsidRDefault="00F37204"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47800D0" w:rsidR="00A95A44" w:rsidRPr="00E61551" w:rsidRDefault="00F37204"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65F31FE" w14:textId="77777777" w:rsidR="00F37204" w:rsidRDefault="00F37204" w:rsidP="003C1977">
      <w:pPr>
        <w:spacing w:after="0"/>
      </w:pPr>
      <w:r>
        <w:t>The mission of the Directorate-General Research and Innovation is to design, coordinate, supervise, evaluate and ensure the efficient and effective delivery of Research and Innovation (R&amp;I) Framework Programmes as well as support other EU policies through R&amp;I. R&amp;I shape the past, present and future in virtually all areas of our lives. R&amp;I create new and improved products and services, leading to jobs and investment opportunities. R&amp;I drive progress in health care, giving the prospect of longer, healthier lives. The results of R&amp;I provides foundations for evidence-based policy-making to tackle the big challenges such as climate change, sustainable transport and energy, social integration.</w:t>
      </w:r>
    </w:p>
    <w:p w14:paraId="7D307FF3" w14:textId="77777777" w:rsidR="00F37204" w:rsidRDefault="00F37204" w:rsidP="003C1977">
      <w:pPr>
        <w:spacing w:after="0"/>
      </w:pPr>
      <w:r>
        <w:t>Within DG RTD, the Unit Clean Transport Transitions is in charge of R&amp;I policy for all transport modes (i.e. road; rail; aviation; waterborne), with particular attention paid to vehicles technologies related to decarbonisation, circularity and digitalisation, including automation and connectivity. The Unit also contributes to other EU policies, for example to legislations related to CO2 and pollutant emissions reduction, sustainable competitiveness of transport eco-systems, clean vehicle and alternative fuels and related infrastructures.</w:t>
      </w:r>
    </w:p>
    <w:p w14:paraId="2444BC8A" w14:textId="2E293059"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ECF05F3" w14:textId="77777777" w:rsidR="00F37204" w:rsidRDefault="00F37204" w:rsidP="003C1977">
      <w:pPr>
        <w:spacing w:after="0"/>
      </w:pPr>
      <w:r>
        <w:t xml:space="preserve">We propose a dynamic and challenging position as a Policy Officer, contributing to the development of Research &amp; Innovation policies, missions and partnerships in the area of transport (in particular automotive and aviation), and focused on establishing synergies between different industrial sectors and between different instruments at EU, national and regional levels. </w:t>
      </w:r>
    </w:p>
    <w:p w14:paraId="71B7AA20" w14:textId="77777777" w:rsidR="00F37204" w:rsidRDefault="00F37204" w:rsidP="003C1977">
      <w:pPr>
        <w:spacing w:after="0"/>
      </w:pPr>
    </w:p>
    <w:p w14:paraId="4A58DF27" w14:textId="77777777" w:rsidR="00F37204" w:rsidRDefault="00F37204" w:rsidP="003C1977">
      <w:pPr>
        <w:spacing w:after="0"/>
      </w:pPr>
      <w:r>
        <w:t xml:space="preserve">The Policy Officer will help to develop the Commission transport policies in particular in the area of Research and Innovation in particular in the areas of automotive and aviation, in line with the European Competitiveness Compass, the Clean Industrial Deal, the Automotive Action Plan and the EC proposals for the next Framework Programme for R&amp;I (FP10), the European Competitiveness Fund (ECF) and the new Connecting Europe Facilities (CEF), especially supporting the green and digital transition to a competitive and climate neutral Europe by 2050. The policy officer will also support the coordination and follow-up of the automotive/aviation-related Horizon Europe partnerships and missions in close cooperation with the other DGs. The work of the Policy Officer involves close and regular collaboration/co-creation across and within the units, Directorates, Directorate-General, and with other Directorates-Generals. </w:t>
      </w:r>
    </w:p>
    <w:p w14:paraId="131891A3" w14:textId="77777777" w:rsidR="00F37204" w:rsidRDefault="00F37204" w:rsidP="003C1977">
      <w:pPr>
        <w:spacing w:after="0"/>
      </w:pPr>
    </w:p>
    <w:p w14:paraId="4B81280C" w14:textId="77777777" w:rsidR="00F37204" w:rsidRDefault="00F37204" w:rsidP="003C1977">
      <w:pPr>
        <w:spacing w:after="0"/>
      </w:pPr>
      <w:r>
        <w:t xml:space="preserve">The Policy Officer’s objectives are: </w:t>
      </w:r>
    </w:p>
    <w:p w14:paraId="1A4B260D" w14:textId="77777777" w:rsidR="00F37204" w:rsidRDefault="00F37204" w:rsidP="003C1977">
      <w:pPr>
        <w:spacing w:after="0"/>
      </w:pPr>
    </w:p>
    <w:p w14:paraId="5752B930" w14:textId="77777777" w:rsidR="00F37204" w:rsidRDefault="00F37204" w:rsidP="003C1977">
      <w:pPr>
        <w:spacing w:after="0"/>
      </w:pPr>
      <w:r>
        <w:t>-</w:t>
      </w:r>
      <w:r>
        <w:tab/>
        <w:t>To contribute to analysis, development and coordination of policies in EU Automotive/Aviation Research and Innovation areas, with emphasis on decarbonisation, digitalisation and competitiveness.</w:t>
      </w:r>
    </w:p>
    <w:p w14:paraId="15A368CB" w14:textId="77777777" w:rsidR="00F37204" w:rsidRDefault="00F37204" w:rsidP="003C1977">
      <w:pPr>
        <w:spacing w:after="0"/>
      </w:pPr>
      <w:r>
        <w:t>-</w:t>
      </w:r>
      <w:r>
        <w:tab/>
        <w:t>To contribute to the preparation of the policy documents for potential new transport initiatives (Joint Undertaking) in the new Multi Financial Framework (MFF).</w:t>
      </w:r>
    </w:p>
    <w:p w14:paraId="5F9ECBD3" w14:textId="77777777" w:rsidR="00F37204" w:rsidRDefault="00F37204" w:rsidP="003C1977">
      <w:pPr>
        <w:spacing w:after="0"/>
      </w:pPr>
      <w:r>
        <w:t>-</w:t>
      </w:r>
      <w:r>
        <w:tab/>
        <w:t>To exploit synergies among different industrial sectors and relevant national/regional initiatives including EU wide initiatives like the current Horizon Europe partnerships such as SESAR, Batt4EU, CCAM, Made in EU and Chips.</w:t>
      </w:r>
    </w:p>
    <w:p w14:paraId="58A68E51" w14:textId="77777777" w:rsidR="00F37204" w:rsidRDefault="00F37204" w:rsidP="003C1977">
      <w:pPr>
        <w:spacing w:after="0"/>
      </w:pPr>
      <w:r>
        <w:t>-</w:t>
      </w:r>
      <w:r>
        <w:tab/>
        <w:t>To contribute to the development and supervision of relevant work-programmes in Horizon Europe.</w:t>
      </w:r>
    </w:p>
    <w:p w14:paraId="4FA38409" w14:textId="69FE3790"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A4793C8" w14:textId="77777777" w:rsidR="00F37204" w:rsidRDefault="00F37204" w:rsidP="00527473">
      <w:pPr>
        <w:spacing w:after="0"/>
        <w:jc w:val="left"/>
      </w:pPr>
      <w:r>
        <w:t xml:space="preserve">We look for a highly motivated, dynamic and innovative colleague with a service-orientated approach. The post requires the ability to provide quick input, strategic intelligence and analysis, and to prepare targeted policy briefings for the hierarchy, as well as swift and sound responses to stakeholder concerns or political issues. Excellent oral and written communication skills in English, with all counterparts and partners, as well as the capacity to establish solid collaborative working relations are essential. The successful candidate will be well organised and capable of working independently, and also as part of a wider team. </w:t>
      </w:r>
    </w:p>
    <w:p w14:paraId="292F4A5B" w14:textId="77777777" w:rsidR="00F37204" w:rsidRDefault="00F37204" w:rsidP="00527473">
      <w:pPr>
        <w:spacing w:after="0"/>
        <w:jc w:val="left"/>
      </w:pPr>
    </w:p>
    <w:p w14:paraId="523FC882" w14:textId="77777777" w:rsidR="00F37204" w:rsidRDefault="00F37204" w:rsidP="00527473">
      <w:pPr>
        <w:spacing w:after="0"/>
        <w:jc w:val="left"/>
      </w:pPr>
      <w:r>
        <w:t xml:space="preserve">Practical experience on one or more areas of transport, and in particular on Automotive would be an advantage. A background, or qualifications, in the field of automotive, automation, safety, security and transport policies and infrastructures or other related fields would be a very strong asset. Experience in EU policy processes and the Commission's internal procedures is essential. </w:t>
      </w:r>
    </w:p>
    <w:p w14:paraId="23E93534" w14:textId="77777777" w:rsidR="00F37204" w:rsidRDefault="00F37204" w:rsidP="00527473">
      <w:pPr>
        <w:spacing w:after="0"/>
        <w:jc w:val="left"/>
      </w:pPr>
    </w:p>
    <w:p w14:paraId="0DE8C532" w14:textId="73FBF4B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16FA1830" w:rsidR="0017274D" w:rsidRPr="008250D4" w:rsidRDefault="00F37204"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ECE773F" w14:textId="77777777" w:rsidR="00F37204" w:rsidRDefault="00F37204" w:rsidP="00527473">
      <w:pPr>
        <w:spacing w:after="0"/>
        <w:rPr>
          <w:lang w:val="de-DE"/>
        </w:rPr>
      </w:pPr>
      <w:r>
        <w:rPr>
          <w:lang w:val="de-DE"/>
        </w:rPr>
        <w:t xml:space="preserve">La direction générale de la recherche et de l’innovation a pour mission de concevoir, de coordonner, de superviser, d’évaluer et de garantir la mise en œuvre efficiente et efficace des programmes-cadres de recherche et d’innovation (R&amp;I), ainsi que de soutenir d’autres politiques de l’UE par l’intermédiaire de la R&amp;I, qui façonne le passé, le présent et l’avenir dans pratiquement tous les domaines de notre vie. La R &amp;I crée des produits et des services nouveaux et améliorés, ce qui crée des emplois et des possibilités d’investissement. La R&amp;I est porteuse de progrès dans le domaine des soins de santé, offrant la perspective d’une vie plus longue et plus saine. Les résultats de la R &amp;I constituent les bases d’une élaboration des politiques fondée sur des données probantes pour relever les grands défis tels que le changement climatique, les transports et l’énergie durables et l’intégration sociale. </w:t>
      </w:r>
    </w:p>
    <w:p w14:paraId="7FCF3BEE" w14:textId="77777777" w:rsidR="00F37204" w:rsidRDefault="00F37204" w:rsidP="00527473">
      <w:pPr>
        <w:spacing w:after="0"/>
        <w:rPr>
          <w:lang w:val="de-DE"/>
        </w:rPr>
      </w:pPr>
      <w:r>
        <w:rPr>
          <w:lang w:val="de-DE"/>
        </w:rPr>
        <w:t>Au sein de la DG RTD, l’unité «Transition vers les modes de transport propres» est chargée de la politique de R&amp;I pour tous les modes de transport (à savoir la route; le chemin de fer; le transport aérien; et le transport par voie d’eau), en accordant une attention particulière aux technologies des véhicules liées à la décarbonation, à la circularité et à la numérisation, y compris l’automatisation et la connectivité. L’unité contribue également à d’autres politiques de l’UE, par exemple aux législations relatives à la réduction des émissions de CO2 et de polluants, à la compétitivité durable des écosystèmes de transport, aux véhicules propres et aux carburants de substitution et aux infrastructures connexes.</w:t>
      </w:r>
    </w:p>
    <w:p w14:paraId="6810D07E" w14:textId="5917C436"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2AD2CB2" w14:textId="77777777" w:rsidR="00F37204" w:rsidRDefault="00F37204" w:rsidP="00527473">
      <w:pPr>
        <w:spacing w:after="0"/>
        <w:jc w:val="left"/>
        <w:rPr>
          <w:lang w:val="de-DE"/>
        </w:rPr>
      </w:pPr>
      <w:r>
        <w:rPr>
          <w:lang w:val="de-DE"/>
        </w:rPr>
        <w:t xml:space="preserve">Nous proposons un poste dynamique et ambitieux de chargé de mission, contribuant à l’élaboration de politiques, de missions et de partenariats en matière de recherche et d’innovation dans le domaine des transports (en particulier l’automobile et l’aviation) et axé sur l’établissement de synergies entre les différents secteurs industriels et entre les différents instruments aux niveaux européen, national et régional. </w:t>
      </w:r>
    </w:p>
    <w:p w14:paraId="312C20E0" w14:textId="77777777" w:rsidR="00F37204" w:rsidRDefault="00F37204" w:rsidP="00527473">
      <w:pPr>
        <w:spacing w:after="0"/>
        <w:jc w:val="left"/>
        <w:rPr>
          <w:lang w:val="de-DE"/>
        </w:rPr>
      </w:pPr>
      <w:r>
        <w:rPr>
          <w:lang w:val="de-DE"/>
        </w:rPr>
        <w:t xml:space="preserve">Le chargé de mission contribuera à l’élaboration des politiques de la Commission en matière de transports, en particulier dans le domaine de la recherche et de l’innovation, en particulier dans les domaines de l’automobile et de l’aviation, conformément à la boussole pour la compétitivité européenne, au pacte pour une industrie propre, au plan d’action pour l’automobile et aux propositions de la Commission européenne pour le prochain programme-cadre de R&amp;I (10e PC), au Fonds européen pour la compétitivité (FEC) et aux nouvelles facilités pour l’interconnexion en Europe, en particulier en soutenant la transition écologique et numérique vers une Europe compétitive et neutre pour le climat d’ici à 2050. Le chargé de mission soutiendra également la coordination et le suivi des partenariats et missions d’Horizon Europe liés à l’automobile et à l’aviation, en étroite coopération avec les autres DG. Les travaux du chargé de mission impliquent une collaboration/cocréation étroite et régulière entre les unités, les directions, la direction générale et d’autres directions générales et au sein de celles-ci. </w:t>
      </w:r>
    </w:p>
    <w:p w14:paraId="6A9B16DF" w14:textId="77777777" w:rsidR="00F37204" w:rsidRDefault="00F37204" w:rsidP="00527473">
      <w:pPr>
        <w:spacing w:after="0"/>
        <w:jc w:val="left"/>
        <w:rPr>
          <w:lang w:val="de-DE"/>
        </w:rPr>
      </w:pPr>
      <w:r>
        <w:rPr>
          <w:lang w:val="de-DE"/>
        </w:rPr>
        <w:t xml:space="preserve">Les objectifs du chargé de mission sont les suivants: </w:t>
      </w:r>
    </w:p>
    <w:p w14:paraId="48B0F3D8" w14:textId="77777777" w:rsidR="00F37204" w:rsidRDefault="00F37204" w:rsidP="00527473">
      <w:pPr>
        <w:spacing w:after="0"/>
        <w:jc w:val="left"/>
        <w:rPr>
          <w:lang w:val="de-DE"/>
        </w:rPr>
      </w:pPr>
      <w:r>
        <w:rPr>
          <w:lang w:val="de-DE"/>
        </w:rPr>
        <w:t>-</w:t>
      </w:r>
      <w:r>
        <w:rPr>
          <w:lang w:val="de-DE"/>
        </w:rPr>
        <w:tab/>
        <w:t xml:space="preserve">Contribution à l’analyse, à l’élaboration et à la coordination des politiques européennes dans les domaines de la recherche et de l’innovation, dans le domaine de l’automobile et de l’aviation, en mettant l’accent sur la décarbonation, la numérisation et la compétitivité. </w:t>
      </w:r>
    </w:p>
    <w:p w14:paraId="6A09FED5" w14:textId="77777777" w:rsidR="00F37204" w:rsidRDefault="00F37204" w:rsidP="00527473">
      <w:pPr>
        <w:spacing w:after="0"/>
        <w:jc w:val="left"/>
        <w:rPr>
          <w:lang w:val="de-DE"/>
        </w:rPr>
      </w:pPr>
      <w:r>
        <w:rPr>
          <w:lang w:val="de-DE"/>
        </w:rPr>
        <w:t>-</w:t>
      </w:r>
      <w:r>
        <w:rPr>
          <w:lang w:val="de-DE"/>
        </w:rPr>
        <w:tab/>
        <w:t>Contribution à l’élaboration des documents d’orientation pour de nouvelles initiatives potentielles dans le domaine des transports (entreprise commune) dans le nouveau cadre financier pluriannuel (CFP).</w:t>
      </w:r>
    </w:p>
    <w:p w14:paraId="4C79F87C" w14:textId="77777777" w:rsidR="00F37204" w:rsidRDefault="00F37204" w:rsidP="00527473">
      <w:pPr>
        <w:spacing w:after="0"/>
        <w:jc w:val="left"/>
        <w:rPr>
          <w:lang w:val="de-DE"/>
        </w:rPr>
      </w:pPr>
      <w:r>
        <w:rPr>
          <w:lang w:val="de-DE"/>
        </w:rPr>
        <w:t>-</w:t>
      </w:r>
      <w:r>
        <w:rPr>
          <w:lang w:val="de-DE"/>
        </w:rPr>
        <w:tab/>
        <w:t xml:space="preserve">Exploitation des synergies entre les différents secteurs industriels et les initiatives nationales/régionales pertinentes, y compris les initiatives à l’échelle de l’UE telles que les partenariats actuels d’Horizon Europe tels que SESAR, Batt4EU, CCAM, Made in EU et Semi-conducteurs.  </w:t>
      </w:r>
    </w:p>
    <w:p w14:paraId="40CC387F" w14:textId="77777777" w:rsidR="00F37204" w:rsidRDefault="00F37204" w:rsidP="00527473">
      <w:pPr>
        <w:spacing w:after="0"/>
        <w:jc w:val="left"/>
        <w:rPr>
          <w:lang w:val="de-DE"/>
        </w:rPr>
      </w:pPr>
      <w:r>
        <w:rPr>
          <w:lang w:val="de-DE"/>
        </w:rPr>
        <w:t>-</w:t>
      </w:r>
      <w:r>
        <w:rPr>
          <w:lang w:val="de-DE"/>
        </w:rPr>
        <w:tab/>
        <w:t>Contribution à l’élaboration et à la supervision des programmes de travail pertinents dans le cadre d’Horizon Europe.</w:t>
      </w:r>
    </w:p>
    <w:p w14:paraId="59404C02" w14:textId="7E3E8DA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74CB696" w14:textId="77777777" w:rsidR="00F37204" w:rsidRDefault="00F37204" w:rsidP="00527473">
      <w:pPr>
        <w:spacing w:after="0"/>
        <w:rPr>
          <w:lang w:val="de-DE"/>
        </w:rPr>
      </w:pPr>
      <w:r>
        <w:rPr>
          <w:lang w:val="de-DE"/>
        </w:rPr>
        <w:t xml:space="preserve">Nous recherchons un collègue hautement motivé, dynamique et innovant, doté d’une approche axée sur le service. Ce poste requiert la capacité de fournir rapidement des contributions, des renseignements et des analyses stratégiques et de préparer des notes d’information ciblées à l’intention de la hiérarchie, ainsi que des réponses rapides et solides aux requêtes des parties prenantes ou aux questions politiques. D’excellentes capacités de communication orale et écrite en anglais, avec tous les homologues et partenaires, ainsi que la capacité à établir de solides relations de travail collaboratives sont essentielles. Le/la candidat (e) retenu (e) sera bien organisé et capable de travailler de manière autonome, ainsi que dans le cadre d’une équipe plus large. </w:t>
      </w:r>
    </w:p>
    <w:p w14:paraId="1B9D3202" w14:textId="77777777" w:rsidR="00F37204" w:rsidRDefault="00F37204" w:rsidP="00527473">
      <w:pPr>
        <w:spacing w:after="0"/>
        <w:rPr>
          <w:lang w:val="de-DE"/>
        </w:rPr>
      </w:pPr>
      <w:r>
        <w:rPr>
          <w:lang w:val="de-DE"/>
        </w:rPr>
        <w:t>Une expérience pratique sur un ou plusieurs aspects des transports, et en particulier sur l’automobile, serait un atout. Une expérience, ou des qualifications, dans le domaine de l’automobile, de l’automatisation, de la sûreté, de la sécurité et des infrastructures, ou dans d’autres domaines connexes, constituerait un atout très important. Une expérience des processus politiques de l’UE et des procédures internes de la Commission est essentielle.</w:t>
      </w:r>
    </w:p>
    <w:p w14:paraId="7B92B82C" w14:textId="0E16CC0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C8D00B6" w:rsidR="0017274D" w:rsidRPr="00E61551" w:rsidRDefault="00F37204"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2F5E04F" w14:textId="77777777" w:rsidR="00F37204" w:rsidRDefault="00F37204" w:rsidP="00527473">
      <w:pPr>
        <w:spacing w:after="0"/>
        <w:rPr>
          <w:lang w:val="de-DE"/>
        </w:rPr>
      </w:pPr>
      <w:r>
        <w:rPr>
          <w:lang w:val="de-DE"/>
        </w:rPr>
        <w:t xml:space="preserve">Aufgabe der Generaldirektion Forschung und Innovation (DG RTD) ist es, die Rahmenprogramme für Forschung und Innovation (R&amp;I) zu konzipieren, zu koordinieren, zu überwachen, zu bewerten und für eine effiziente und wirksame Durchführung zu sorgen sowie andere EU-Politikbereiche durch R&amp;I zu unterstützen. R&amp;I prägt die Vergangenheit, Gegenwart und Zukunft in praktisch allen Bereichen unseres Lebens. R&amp;I schaffen neue und verbesserte Produkte und Dienstleistungen, die zu Arbeitsplätzen und Investitionsmöglichkeiten führen. Forschung und Innovation führen zu Fortschritten in der Gesundheitsversorgung und eröffnen die Aussicht auf ein längeres und gesünderes Leben. Die Ergebnisse von R&amp;I bilden die Grundlage für eine faktengestützte Politikgestaltung zur Bewältigung der großen Herausforderungen wie Klimawandel, nachhaltiger Verkehr und Energie sowie soziale Integration. </w:t>
      </w:r>
    </w:p>
    <w:p w14:paraId="46008DF0" w14:textId="77777777" w:rsidR="00F37204" w:rsidRDefault="00F37204" w:rsidP="00527473">
      <w:pPr>
        <w:spacing w:after="0"/>
        <w:rPr>
          <w:lang w:val="de-DE"/>
        </w:rPr>
      </w:pPr>
      <w:r>
        <w:rPr>
          <w:lang w:val="de-DE"/>
        </w:rPr>
        <w:t>Innerhalb der DG RTD ist das Referat Übergang zu sauberem Verkehr für die R&amp;I-Politik für alle Verkehrsträger (d. h. Straße, Schiene Luftfahrt; Schiffsverkehr), mit besonderem Augenmerk auf Fahrzeugtechnologien im Zusammenhang mit Dekarbonisierung, Kreislaufwirtschaft und Digitalisierung, einschließlich Automatisierung und Konnektivität. Das Referat trägt auch zu anderen Politikbereichen der EU bei, z. B. zu Rechtsvorschriften in Bezug auf die Verringerung der CO2- und Schadstoffemissionen, die nachhaltige Wettbewerbsfähigkeit von Verkehrsökosystemen, saubere Fahrzeuge und alternative Kraftstoffe und die damit verbundenen Infrastrukturen.</w:t>
      </w:r>
    </w:p>
    <w:p w14:paraId="2B6785AE" w14:textId="63F1957B"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A383C6F" w14:textId="77777777" w:rsidR="00F37204" w:rsidRDefault="00F37204" w:rsidP="00527473">
      <w:pPr>
        <w:spacing w:after="0"/>
        <w:rPr>
          <w:lang w:val="de-DE"/>
        </w:rPr>
      </w:pPr>
      <w:r>
        <w:rPr>
          <w:lang w:val="de-DE"/>
        </w:rPr>
        <w:t xml:space="preserve">Wir schlagen eine dynamische und anspruchsvolle Position als Referentin vor, die zur Entwicklung von Forschungs- und Innovationsstrategien, -missionen und -partnerschaften im Bereich Verkehr (insbesondere Automobilindustrie und Luftfahrt) beiträgt und sich auf die Schaffung von Synergien zwischen verschiedenen Industriezweigen und zwischen verschiedenen Instrumenten auf EU-, nationaler und regionaler Ebene konzentriert. </w:t>
      </w:r>
    </w:p>
    <w:p w14:paraId="1B9D0166" w14:textId="77777777" w:rsidR="00F37204" w:rsidRDefault="00F37204" w:rsidP="00527473">
      <w:pPr>
        <w:spacing w:after="0"/>
        <w:rPr>
          <w:lang w:val="de-DE"/>
        </w:rPr>
      </w:pPr>
    </w:p>
    <w:p w14:paraId="0474D0EE" w14:textId="77777777" w:rsidR="00F37204" w:rsidRDefault="00F37204" w:rsidP="00527473">
      <w:pPr>
        <w:spacing w:after="0"/>
        <w:rPr>
          <w:lang w:val="de-DE"/>
        </w:rPr>
      </w:pPr>
      <w:r>
        <w:rPr>
          <w:lang w:val="de-DE"/>
        </w:rPr>
        <w:t xml:space="preserve">Der Referent wird zur Entwicklung der Verkehrspolitik der Kommission beitragen, im Bereich Forschung und Innovation, insbesondere in den Bereichen Automobil- und Luftfahrt, im Einklang mit dem Europäischen Kompass für Wettbewerbsfähigkeit, dem Deal für eine saubere Industrie, dem Aktionsplan für die Automobilindustrie und den Vorschlägen der Kommission für das nächste Rahmenprogramm für Forschung und Innovation (FP10), den Europäischen Fonds für Wettbewerbsfähigkeit (ECF) und die neuen Konnektivitätseinrichtungen für Europa (CEF), insbesondere zur Unterstützung des grünen und digitalen Wandels zu einem wettbewerbsfähigen und klimaneutralen Europa bis 2050. Der Referent wird auch die Koordinierung und das Follow-up der Partnerschaften und Missionen im Zusammenhang mit dem Programm „Horizont Europa“ in enger Zusammenarbeit mit den anderen Generaldirektionen unterstützen. Die Arbeit des Referenten umfasst eine enge und regelmäßige Zusammenarbeit zwischen und innerhalb der Referate, Generaldirektionen und mit anderen Generaldirektionen. </w:t>
      </w:r>
    </w:p>
    <w:p w14:paraId="16B2838B" w14:textId="77777777" w:rsidR="00F37204" w:rsidRDefault="00F37204" w:rsidP="00527473">
      <w:pPr>
        <w:spacing w:after="0"/>
        <w:rPr>
          <w:lang w:val="de-DE"/>
        </w:rPr>
      </w:pPr>
    </w:p>
    <w:p w14:paraId="4C804EA7" w14:textId="77777777" w:rsidR="00F37204" w:rsidRDefault="00F37204" w:rsidP="00527473">
      <w:pPr>
        <w:spacing w:after="0"/>
        <w:rPr>
          <w:lang w:val="de-DE"/>
        </w:rPr>
      </w:pPr>
      <w:r>
        <w:rPr>
          <w:lang w:val="de-DE"/>
        </w:rPr>
        <w:t xml:space="preserve">Die Ziele des Referenten sind: </w:t>
      </w:r>
    </w:p>
    <w:p w14:paraId="12761669" w14:textId="77777777" w:rsidR="00F37204" w:rsidRDefault="00F37204" w:rsidP="00527473">
      <w:pPr>
        <w:spacing w:after="0"/>
        <w:rPr>
          <w:lang w:val="de-DE"/>
        </w:rPr>
      </w:pPr>
    </w:p>
    <w:p w14:paraId="3940A6E2" w14:textId="77777777" w:rsidR="00F37204" w:rsidRDefault="00F37204" w:rsidP="00527473">
      <w:pPr>
        <w:spacing w:after="0"/>
        <w:rPr>
          <w:lang w:val="de-DE"/>
        </w:rPr>
      </w:pPr>
      <w:r>
        <w:rPr>
          <w:lang w:val="de-DE"/>
        </w:rPr>
        <w:t>-</w:t>
      </w:r>
      <w:r>
        <w:rPr>
          <w:lang w:val="de-DE"/>
        </w:rPr>
        <w:tab/>
        <w:t xml:space="preserve">Beitrag zur Analyse, Entwicklung und Koordinierung der politischen Maßnahmen in den Bereichen Automobil- und Luftfahrtforschung und -innovation in der EU mit Schwerpunkt auf Dekarbonisierung, Digitalisierung und Wettbewerbsfähigkeit. </w:t>
      </w:r>
    </w:p>
    <w:p w14:paraId="03C7E8D3" w14:textId="77777777" w:rsidR="00F37204" w:rsidRDefault="00F37204" w:rsidP="00527473">
      <w:pPr>
        <w:spacing w:after="0"/>
        <w:rPr>
          <w:lang w:val="de-DE"/>
        </w:rPr>
      </w:pPr>
      <w:r>
        <w:rPr>
          <w:lang w:val="de-DE"/>
        </w:rPr>
        <w:t>-</w:t>
      </w:r>
      <w:r>
        <w:rPr>
          <w:lang w:val="de-DE"/>
        </w:rPr>
        <w:tab/>
        <w:t xml:space="preserve">Beitrag zur Ausarbeitung der Strategiepapiere für potenzielle neue Verkehrsinitiativen (Gemeinsames Unternehmen) im neuen mehrjährigen Finanzrahmen (MFF). </w:t>
      </w:r>
    </w:p>
    <w:p w14:paraId="263F6B6B" w14:textId="77777777" w:rsidR="00F37204" w:rsidRDefault="00F37204" w:rsidP="00527473">
      <w:pPr>
        <w:spacing w:after="0"/>
        <w:rPr>
          <w:lang w:val="de-DE"/>
        </w:rPr>
      </w:pPr>
      <w:r>
        <w:rPr>
          <w:lang w:val="de-DE"/>
        </w:rPr>
        <w:t>-</w:t>
      </w:r>
      <w:r>
        <w:rPr>
          <w:lang w:val="de-DE"/>
        </w:rPr>
        <w:tab/>
        <w:t xml:space="preserve">Nutzung von Synergien zwischen verschiedenen Industriezweigen und einschlägigen nationalen/regionalen Initiativen, einschließlich EU-weiter Initiativen wie den derzeitigen Horizont-Europa-Partnerschaften wie SESAR, Batt4EU, CCAM, Made in der EU und Chips.  </w:t>
      </w:r>
    </w:p>
    <w:p w14:paraId="692DC0A1" w14:textId="77777777" w:rsidR="00F37204" w:rsidRDefault="00F37204" w:rsidP="00527473">
      <w:pPr>
        <w:spacing w:after="0"/>
        <w:rPr>
          <w:lang w:val="de-DE"/>
        </w:rPr>
      </w:pPr>
      <w:r>
        <w:rPr>
          <w:lang w:val="de-DE"/>
        </w:rPr>
        <w:t>-</w:t>
      </w:r>
      <w:r>
        <w:rPr>
          <w:lang w:val="de-DE"/>
        </w:rPr>
        <w:tab/>
        <w:t>Beitrag zur Entwicklung und Überwachung einschlägiger Arbeitsprogramme im Rahmen von „Horizon Europa“.</w:t>
      </w:r>
    </w:p>
    <w:p w14:paraId="2BE34DBA" w14:textId="6A08A84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3255EA8" w14:textId="77777777" w:rsidR="00F37204" w:rsidRDefault="00F37204" w:rsidP="00527473">
      <w:pPr>
        <w:spacing w:after="0"/>
        <w:rPr>
          <w:lang w:val="en-US"/>
        </w:rPr>
      </w:pPr>
      <w:r>
        <w:rPr>
          <w:lang w:val="en-US"/>
        </w:rPr>
        <w:t xml:space="preserve">Wir suchen einen hochmotivierten, dynamischen und innovativen Kollegen mit einem dienstleistungsorientierten Ansatz. Die Stelle erfordert die Fähigkeit, rasch Beiträge, strategische Erkenntnisse und Analysen zu liefern und gezielte politische Briefings für die Hierarchie sowie rasche und solide Antworten auf Anliegen der Interessenträger oder politische Fragen vorzubereiten. Ausgezeichnete mündliche und schriftliche Kommunikationsfähigkeiten in englischer Sprache mit allen Partnern und Partnern sowie die Fähigkeit, solide kooperative Arbeitsbeziehungen aufzubauen, sind von entscheidender Bedeutung. Der erfolgreiche Bewerber/die erfolgreiche Bewerberin wird gut organisiert und in der Lage sein, unabhängig und auch in einem größeren Team zu arbeiten. </w:t>
      </w:r>
    </w:p>
    <w:p w14:paraId="65C443CE" w14:textId="77777777" w:rsidR="00F37204" w:rsidRDefault="00F37204" w:rsidP="00527473">
      <w:pPr>
        <w:spacing w:after="0"/>
        <w:rPr>
          <w:lang w:val="en-US"/>
        </w:rPr>
      </w:pPr>
      <w:r>
        <w:rPr>
          <w:lang w:val="en-US"/>
        </w:rPr>
        <w:t>Praktische Erfahrungen mit einem oder mehreren Aspekten des Verkehrs, insbesondere in der Automobilindustrie, wären von Vorteil. Ein Hintergrund oder Qualifikationen im Bereich der Automobil-, Automatisierungs-, Sicherheits-, Gefahrenabwehr- und Verkehrspolitik oder anderer damit zusammenhängender Bereiche wären von großem Vorteil. Erfahrungen mit den politischen Prozessen der EU und den internen Verfahren der Kommission sind von entscheidender Bedeutung.</w:t>
      </w:r>
    </w:p>
    <w:p w14:paraId="7DFF067A" w14:textId="2938092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3720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3720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3720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3720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3720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3720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3720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3720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3720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3720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0659F"/>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37204"/>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583A8686-B172-40E0-963F-CAEAD1A60BD7}"/>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9</Pages>
  <Words>4187</Words>
  <Characters>23867</Characters>
  <Application>Microsoft Office Word</Application>
  <DocSecurity>4</DocSecurity>
  <PresentationFormat>Microsoft Word 14.0</PresentationFormat>
  <Lines>198</Lines>
  <Paragraphs>55</Paragraphs>
  <ScaleCrop>true</ScaleCrop>
  <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2026-01-14T10:39:00Z</dcterms:created>
  <dcterms:modified xsi:type="dcterms:W3CDTF">2026-01-14T10:39:00Z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